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4CBAFC3A" w14:textId="37B5D8A6" w:rsidR="002C57CC" w:rsidRPr="004A3DBF" w:rsidRDefault="007E367B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„Úprava hlavních rozvodů vody – Středisko zdraví Dobříš</w:t>
            </w:r>
            <w:r w:rsidR="001415DC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čp. 38</w:t>
            </w:r>
            <w:r w:rsidR="004A3DBF" w:rsidRPr="004A3DBF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F8629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2B27853F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67454EC" w14:textId="68D76AC2" w:rsidR="00151C09" w:rsidRPr="00F51CB8" w:rsidRDefault="00F80656" w:rsidP="00F8629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sectPr w:rsidR="00151C09" w:rsidRPr="00F51CB8" w:rsidSect="00F86296">
      <w:footerReference w:type="default" r:id="rId7"/>
      <w:headerReference w:type="first" r:id="rId8"/>
      <w:pgSz w:w="11906" w:h="16838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D766B" w14:textId="77777777" w:rsidR="00335AD9" w:rsidRDefault="00335AD9" w:rsidP="00EB2CBA">
      <w:r>
        <w:separator/>
      </w:r>
    </w:p>
  </w:endnote>
  <w:endnote w:type="continuationSeparator" w:id="0">
    <w:p w14:paraId="78C683D0" w14:textId="77777777" w:rsidR="00335AD9" w:rsidRDefault="00335AD9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79DF" w14:textId="77777777" w:rsidR="00335AD9" w:rsidRDefault="00335AD9" w:rsidP="00EB2CBA">
      <w:r>
        <w:separator/>
      </w:r>
    </w:p>
  </w:footnote>
  <w:footnote w:type="continuationSeparator" w:id="0">
    <w:p w14:paraId="0D5CC956" w14:textId="77777777" w:rsidR="00335AD9" w:rsidRDefault="00335AD9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7EB3" w14:textId="05838C5E" w:rsidR="00F86296" w:rsidRPr="00F86296" w:rsidRDefault="00F86296" w:rsidP="00F86296">
    <w:pPr>
      <w:pStyle w:val="Zhlav"/>
      <w:jc w:val="right"/>
      <w:rPr>
        <w:rFonts w:ascii="Arial" w:hAnsi="Arial" w:cs="Arial"/>
        <w:bCs/>
        <w:sz w:val="22"/>
        <w:szCs w:val="22"/>
      </w:rPr>
    </w:pPr>
    <w:bookmarkStart w:id="0" w:name="_Hlk65658367"/>
    <w:bookmarkStart w:id="1" w:name="_Hlk65658368"/>
    <w:r w:rsidRPr="00F51CB8">
      <w:rPr>
        <w:rFonts w:ascii="Arial" w:hAnsi="Arial" w:cs="Arial"/>
        <w:bCs/>
        <w:sz w:val="22"/>
        <w:szCs w:val="22"/>
      </w:rPr>
      <w:t xml:space="preserve">Příloha č. </w:t>
    </w:r>
    <w:r>
      <w:rPr>
        <w:rFonts w:ascii="Arial" w:hAnsi="Arial" w:cs="Arial"/>
        <w:bCs/>
        <w:sz w:val="22"/>
        <w:szCs w:val="22"/>
      </w:rPr>
      <w:t>1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415DC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35AD9"/>
    <w:rsid w:val="003E6023"/>
    <w:rsid w:val="003F0B48"/>
    <w:rsid w:val="00435B28"/>
    <w:rsid w:val="0048559C"/>
    <w:rsid w:val="004A3DBF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7E367B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8119E"/>
    <w:rsid w:val="00CC46CC"/>
    <w:rsid w:val="00CD4DFD"/>
    <w:rsid w:val="00CE0488"/>
    <w:rsid w:val="00D42EEE"/>
    <w:rsid w:val="00DB2D8A"/>
    <w:rsid w:val="00E037C2"/>
    <w:rsid w:val="00EB2CBA"/>
    <w:rsid w:val="00F51A60"/>
    <w:rsid w:val="00F51CB8"/>
    <w:rsid w:val="00F80656"/>
    <w:rsid w:val="00F8629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63308"/>
  <w15:docId w15:val="{7CD23696-001C-4DCD-9433-29860A0A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3F85-18ED-463B-A80A-FAFDFB51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Horník Jan</cp:lastModifiedBy>
  <cp:revision>8</cp:revision>
  <dcterms:created xsi:type="dcterms:W3CDTF">2020-10-19T20:02:00Z</dcterms:created>
  <dcterms:modified xsi:type="dcterms:W3CDTF">2022-04-07T08:10:00Z</dcterms:modified>
</cp:coreProperties>
</file>